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E3B" w:rsidRPr="00281F45" w:rsidRDefault="00015E3B" w:rsidP="003E6799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015E3B" w:rsidRDefault="00015E3B" w:rsidP="00E6164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67FE9">
        <w:rPr>
          <w:rFonts w:ascii="Times New Roman" w:hAnsi="Times New Roman"/>
          <w:b/>
          <w:caps/>
          <w:sz w:val="28"/>
          <w:szCs w:val="28"/>
        </w:rPr>
        <w:t>О</w:t>
      </w:r>
      <w:r>
        <w:rPr>
          <w:rFonts w:ascii="Times New Roman" w:hAnsi="Times New Roman"/>
          <w:b/>
          <w:caps/>
          <w:sz w:val="28"/>
          <w:szCs w:val="28"/>
        </w:rPr>
        <w:t xml:space="preserve">УД.07 Информатика </w:t>
      </w:r>
    </w:p>
    <w:p w:rsidR="00015E3B" w:rsidRDefault="00015E3B" w:rsidP="00E6164A">
      <w:pPr>
        <w:spacing w:after="0" w:line="240" w:lineRule="auto"/>
      </w:pPr>
    </w:p>
    <w:p w:rsidR="00015E3B" w:rsidRDefault="00015E3B" w:rsidP="00E6164A">
      <w:pPr>
        <w:spacing w:after="0" w:line="240" w:lineRule="auto"/>
      </w:pPr>
    </w:p>
    <w:p w:rsidR="00015E3B" w:rsidRPr="00AF6C63" w:rsidRDefault="00015E3B" w:rsidP="00AF6C63">
      <w:pPr>
        <w:pStyle w:val="ListParagraph"/>
        <w:keepNext/>
        <w:keepLines/>
        <w:widowControl w:val="0"/>
        <w:numPr>
          <w:ilvl w:val="0"/>
          <w:numId w:val="9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F6C63">
        <w:rPr>
          <w:rFonts w:ascii="Times New Roman" w:hAnsi="Times New Roman"/>
          <w:b/>
          <w:sz w:val="24"/>
          <w:szCs w:val="24"/>
        </w:rPr>
        <w:t>Область применения рабочей программы</w:t>
      </w:r>
    </w:p>
    <w:p w:rsidR="00015E3B" w:rsidRDefault="00015E3B" w:rsidP="00AF6C63">
      <w:pPr>
        <w:keepNext/>
        <w:keepLines/>
        <w:widowControl w:val="0"/>
        <w:suppressAutoHyphens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</w:rPr>
      </w:pPr>
      <w:r w:rsidRPr="00BA193A"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</w:t>
      </w:r>
      <w:r>
        <w:rPr>
          <w:rFonts w:ascii="Times New Roman" w:hAnsi="Times New Roman"/>
          <w:sz w:val="24"/>
          <w:szCs w:val="24"/>
        </w:rPr>
        <w:t xml:space="preserve">основной </w:t>
      </w:r>
      <w:r w:rsidRPr="00BA193A">
        <w:rPr>
          <w:rFonts w:ascii="Times New Roman" w:hAnsi="Times New Roman"/>
          <w:sz w:val="24"/>
          <w:szCs w:val="24"/>
        </w:rPr>
        <w:t xml:space="preserve">профессиональной образовательной программы профессиональной подготовки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193A">
        <w:rPr>
          <w:rFonts w:ascii="Times New Roman" w:hAnsi="Times New Roman"/>
          <w:sz w:val="24"/>
          <w:szCs w:val="24"/>
        </w:rPr>
        <w:t xml:space="preserve">по  </w:t>
      </w:r>
      <w:r>
        <w:rPr>
          <w:rFonts w:ascii="Times New Roman" w:hAnsi="Times New Roman"/>
          <w:sz w:val="24"/>
          <w:szCs w:val="24"/>
        </w:rPr>
        <w:t>специальностям</w:t>
      </w:r>
      <w:r w:rsidRPr="00BA19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35.02.07  «Механизация сельского хозяйства», </w:t>
      </w:r>
      <w:r w:rsidRPr="007279B3">
        <w:rPr>
          <w:rFonts w:ascii="Times New Roman" w:hAnsi="Times New Roman"/>
          <w:sz w:val="24"/>
          <w:szCs w:val="24"/>
        </w:rPr>
        <w:t>в части изучения цикла общеобразовательных дисциплин и освоения общих компетенций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646618">
        <w:rPr>
          <w:rFonts w:ascii="Times New Roman" w:hAnsi="Times New Roman"/>
        </w:rPr>
        <w:t>УУД</w:t>
      </w:r>
      <w:r>
        <w:rPr>
          <w:rFonts w:ascii="Times New Roman" w:hAnsi="Times New Roman"/>
        </w:rPr>
        <w:t>.</w:t>
      </w:r>
    </w:p>
    <w:p w:rsidR="00015E3B" w:rsidRDefault="00015E3B" w:rsidP="00AF6C63">
      <w:pPr>
        <w:pStyle w:val="ListParagraph"/>
        <w:keepNext/>
        <w:keepLines/>
        <w:widowControl w:val="0"/>
        <w:numPr>
          <w:ilvl w:val="0"/>
          <w:numId w:val="9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548D">
        <w:rPr>
          <w:rFonts w:ascii="Times New Roman" w:hAnsi="Times New Roman"/>
          <w:b/>
          <w:sz w:val="24"/>
          <w:szCs w:val="24"/>
        </w:rPr>
        <w:t>Место дисциплины в структуре основной профессиональной образовательной программы:</w:t>
      </w:r>
    </w:p>
    <w:p w:rsidR="00015E3B" w:rsidRDefault="00015E3B" w:rsidP="00E6164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</w:t>
      </w:r>
      <w:r w:rsidRPr="00B0548D">
        <w:rPr>
          <w:rFonts w:ascii="Times New Roman" w:hAnsi="Times New Roman"/>
          <w:sz w:val="24"/>
          <w:szCs w:val="24"/>
        </w:rPr>
        <w:t>чебная</w:t>
      </w:r>
      <w:r w:rsidRPr="00B0548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дисциплина «Информатика</w:t>
      </w:r>
      <w:r w:rsidRPr="00B0548D">
        <w:rPr>
          <w:rFonts w:ascii="Times New Roman" w:hAnsi="Times New Roman"/>
          <w:sz w:val="24"/>
          <w:szCs w:val="24"/>
        </w:rPr>
        <w:t>» входит в</w:t>
      </w:r>
      <w:r>
        <w:rPr>
          <w:rFonts w:ascii="Times New Roman" w:hAnsi="Times New Roman"/>
          <w:sz w:val="24"/>
          <w:szCs w:val="24"/>
        </w:rPr>
        <w:t xml:space="preserve"> цикл общеобразовательных дисциплин.</w:t>
      </w:r>
    </w:p>
    <w:p w:rsidR="00015E3B" w:rsidRDefault="00015E3B" w:rsidP="00AF6C63">
      <w:pPr>
        <w:pStyle w:val="ListParagraph"/>
        <w:keepNext/>
        <w:keepLines/>
        <w:widowControl w:val="0"/>
        <w:numPr>
          <w:ilvl w:val="0"/>
          <w:numId w:val="9"/>
        </w:numPr>
        <w:tabs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0548D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дисциплины</w:t>
      </w:r>
    </w:p>
    <w:p w:rsidR="00015E3B" w:rsidRPr="00205FDC" w:rsidRDefault="00015E3B" w:rsidP="00AF6C6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В результате изучения информатики студент должен:</w:t>
      </w:r>
    </w:p>
    <w:p w:rsidR="00015E3B" w:rsidRPr="00205FDC" w:rsidRDefault="00015E3B" w:rsidP="00AF6C63">
      <w:pPr>
        <w:shd w:val="clear" w:color="auto" w:fill="FFFFFF"/>
        <w:spacing w:after="0" w:line="240" w:lineRule="auto"/>
        <w:ind w:firstLine="360"/>
        <w:rPr>
          <w:rFonts w:ascii="Times New Roman" w:hAnsi="Times New Roman"/>
          <w:b/>
          <w:sz w:val="24"/>
          <w:szCs w:val="24"/>
        </w:rPr>
      </w:pPr>
      <w:r w:rsidRPr="00205FDC">
        <w:rPr>
          <w:rFonts w:ascii="Times New Roman" w:hAnsi="Times New Roman"/>
          <w:b/>
          <w:color w:val="000000"/>
          <w:sz w:val="24"/>
          <w:szCs w:val="24"/>
        </w:rPr>
        <w:t>уметь:</w:t>
      </w:r>
    </w:p>
    <w:p w:rsidR="00015E3B" w:rsidRPr="00D269EE" w:rsidRDefault="00015E3B" w:rsidP="00E6164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015E3B" w:rsidRPr="00D269EE" w:rsidRDefault="00015E3B" w:rsidP="00E6164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015E3B" w:rsidRPr="00D269EE" w:rsidRDefault="00015E3B" w:rsidP="00E6164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015E3B" w:rsidRPr="00D269EE" w:rsidRDefault="00015E3B" w:rsidP="00E6164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создавать информационные объекты, в том числе:</w:t>
      </w:r>
    </w:p>
    <w:p w:rsidR="00015E3B" w:rsidRPr="00205FDC" w:rsidRDefault="00015E3B" w:rsidP="00AF6C63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структурировать текст, используя нумерацию страниц, списки, оглавления; проводить проверку правописания; использовать в тексте таблицы, изображения;</w:t>
      </w:r>
    </w:p>
    <w:p w:rsidR="00015E3B" w:rsidRPr="00205FDC" w:rsidRDefault="00015E3B" w:rsidP="00AF6C63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создавать и использовать различные формы представления информации: формулы, графики, диаграммы, таблицы, переходить от одного представления данных к другому;</w:t>
      </w:r>
    </w:p>
    <w:p w:rsidR="00015E3B" w:rsidRPr="00205FDC" w:rsidRDefault="00015E3B" w:rsidP="00AF6C63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 xml:space="preserve">создавать рисунки, чертежи; </w:t>
      </w:r>
    </w:p>
    <w:p w:rsidR="00015E3B" w:rsidRPr="00205FDC" w:rsidRDefault="00015E3B" w:rsidP="00AF6C63">
      <w:pPr>
        <w:widowControl w:val="0"/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color w:val="000000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создавать презентации на основе шаблонов;</w:t>
      </w:r>
    </w:p>
    <w:p w:rsidR="00015E3B" w:rsidRPr="00205FDC" w:rsidRDefault="00015E3B" w:rsidP="00E6164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искать информацию с применением правил поиска (построения запросов) в базах компьют</w:t>
      </w:r>
      <w:r>
        <w:rPr>
          <w:rFonts w:ascii="Times New Roman" w:hAnsi="Times New Roman"/>
          <w:color w:val="000000"/>
          <w:sz w:val="24"/>
          <w:szCs w:val="24"/>
        </w:rPr>
        <w:t>ерных сетях при выполнении зада</w:t>
      </w:r>
      <w:r w:rsidRPr="00205FDC">
        <w:rPr>
          <w:rFonts w:ascii="Times New Roman" w:hAnsi="Times New Roman"/>
          <w:color w:val="000000"/>
          <w:sz w:val="24"/>
          <w:szCs w:val="24"/>
        </w:rPr>
        <w:t>ний и проектов по различным учебным дисциплинам;</w:t>
      </w:r>
    </w:p>
    <w:p w:rsidR="00015E3B" w:rsidRPr="00205FDC" w:rsidRDefault="00015E3B" w:rsidP="00E6164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пользоваться персональным компьютером и его периферийным оборудованием;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015E3B" w:rsidRPr="00205FDC" w:rsidRDefault="00015E3B" w:rsidP="00AF6C63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05FDC">
        <w:rPr>
          <w:rFonts w:ascii="Times New Roman" w:hAnsi="Times New Roman"/>
          <w:b/>
          <w:bCs/>
          <w:color w:val="000000"/>
          <w:sz w:val="24"/>
          <w:szCs w:val="24"/>
        </w:rPr>
        <w:t>знать/понимать:</w:t>
      </w:r>
    </w:p>
    <w:p w:rsidR="00015E3B" w:rsidRPr="00205FDC" w:rsidRDefault="00015E3B" w:rsidP="00E6164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виды информационных процессов; примеры источников и приемников информации;</w:t>
      </w:r>
    </w:p>
    <w:p w:rsidR="00015E3B" w:rsidRPr="00205FDC" w:rsidRDefault="00015E3B" w:rsidP="00E6164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единицы измерения количества и скорости передачи ин</w:t>
      </w:r>
      <w:r w:rsidRPr="00205FDC">
        <w:rPr>
          <w:rFonts w:ascii="Times New Roman" w:hAnsi="Times New Roman"/>
          <w:color w:val="000000"/>
          <w:sz w:val="24"/>
          <w:szCs w:val="24"/>
        </w:rPr>
        <w:softHyphen/>
        <w:t>формации; принцип дискретного (цифрового) представления информации;</w:t>
      </w:r>
    </w:p>
    <w:p w:rsidR="00015E3B" w:rsidRPr="00205FDC" w:rsidRDefault="00015E3B" w:rsidP="00E6164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015E3B" w:rsidRPr="00205FDC" w:rsidRDefault="00015E3B" w:rsidP="00E6164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программный принцип работы компьютера;</w:t>
      </w:r>
    </w:p>
    <w:p w:rsidR="00015E3B" w:rsidRPr="00205FDC" w:rsidRDefault="00015E3B" w:rsidP="00E6164A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 xml:space="preserve">назначение и функции используемых информационных и коммуникационных технологий; </w:t>
      </w:r>
    </w:p>
    <w:p w:rsidR="00015E3B" w:rsidRPr="00205FDC" w:rsidRDefault="00015E3B" w:rsidP="00AF6C63">
      <w:pPr>
        <w:shd w:val="clear" w:color="auto" w:fill="FFFFFF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05FDC">
        <w:rPr>
          <w:rFonts w:ascii="Times New Roman" w:hAnsi="Times New Roman"/>
          <w:b/>
          <w:bCs/>
          <w:color w:val="000000"/>
          <w:sz w:val="24"/>
          <w:szCs w:val="24"/>
        </w:rPr>
        <w:t>использовать приобретенные знания и умения в практиче</w:t>
      </w:r>
      <w:r w:rsidRPr="00205FDC">
        <w:rPr>
          <w:rFonts w:ascii="Times New Roman" w:hAnsi="Times New Roman"/>
          <w:b/>
          <w:bCs/>
          <w:color w:val="000000"/>
          <w:sz w:val="24"/>
          <w:szCs w:val="24"/>
        </w:rPr>
        <w:softHyphen/>
        <w:t>ской деятельности и повседневной жизни для:</w:t>
      </w:r>
    </w:p>
    <w:p w:rsidR="00015E3B" w:rsidRPr="00205FDC" w:rsidRDefault="00015E3B" w:rsidP="00E6164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создания простейших моделей объектов и процессов в виде изображений и чертежей, программ (в том числе в форме блок-схем);</w:t>
      </w:r>
    </w:p>
    <w:p w:rsidR="00015E3B" w:rsidRPr="00205FDC" w:rsidRDefault="00015E3B" w:rsidP="00E6164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проведения компьютерных экспериментов с использовани</w:t>
      </w:r>
      <w:r w:rsidRPr="00205FDC">
        <w:rPr>
          <w:rFonts w:ascii="Times New Roman" w:hAnsi="Times New Roman"/>
          <w:color w:val="000000"/>
          <w:sz w:val="24"/>
          <w:szCs w:val="24"/>
        </w:rPr>
        <w:softHyphen/>
        <w:t>ем готовых моделей объектов и процессов;</w:t>
      </w:r>
    </w:p>
    <w:p w:rsidR="00015E3B" w:rsidRPr="00205FDC" w:rsidRDefault="00015E3B" w:rsidP="00E6164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создания информационных объектов, в том числе для оформления результатов учебной работы;</w:t>
      </w:r>
    </w:p>
    <w:p w:rsidR="00015E3B" w:rsidRPr="00205FDC" w:rsidRDefault="00015E3B" w:rsidP="00E6164A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организации индивидуального информационного пространст</w:t>
      </w:r>
      <w:r w:rsidRPr="00205FDC">
        <w:rPr>
          <w:rFonts w:ascii="Times New Roman" w:hAnsi="Times New Roman"/>
          <w:color w:val="000000"/>
          <w:sz w:val="24"/>
          <w:szCs w:val="24"/>
        </w:rPr>
        <w:softHyphen/>
        <w:t xml:space="preserve">ва, создания личных коллекций информационных объектов; </w:t>
      </w:r>
    </w:p>
    <w:p w:rsidR="00015E3B" w:rsidRPr="00D269EE" w:rsidRDefault="00015E3B" w:rsidP="00E6164A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205FDC">
        <w:rPr>
          <w:rFonts w:ascii="Times New Roman" w:hAnsi="Times New Roman"/>
          <w:color w:val="000000"/>
          <w:sz w:val="24"/>
          <w:szCs w:val="24"/>
        </w:rPr>
        <w:t>передачи информации по телекоммуникационным каналам в учебной и личной переписке, использования информационных ресурсы</w:t>
      </w:r>
      <w:r w:rsidRPr="00D269EE">
        <w:rPr>
          <w:rFonts w:ascii="Times New Roman" w:hAnsi="Times New Roman"/>
          <w:color w:val="000000"/>
          <w:sz w:val="24"/>
          <w:szCs w:val="24"/>
        </w:rPr>
        <w:t xml:space="preserve"> общества с соблюдением соответствующих правовых и этических норм.</w:t>
      </w:r>
    </w:p>
    <w:p w:rsidR="00015E3B" w:rsidRPr="002C31F1" w:rsidRDefault="00015E3B" w:rsidP="00E61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15E3B" w:rsidRPr="00AF6C63" w:rsidRDefault="00015E3B" w:rsidP="00AF6C63">
      <w:pPr>
        <w:pStyle w:val="ListParagraph"/>
        <w:widowControl w:val="0"/>
        <w:numPr>
          <w:ilvl w:val="0"/>
          <w:numId w:val="9"/>
        </w:numPr>
        <w:tabs>
          <w:tab w:val="left" w:pos="42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6C63">
        <w:rPr>
          <w:rFonts w:ascii="Times New Roman" w:hAnsi="Times New Roman"/>
          <w:b/>
          <w:sz w:val="24"/>
          <w:szCs w:val="24"/>
        </w:rPr>
        <w:t>Рекомендуемое количество часов на освоение учебной дисциплины</w:t>
      </w:r>
    </w:p>
    <w:p w:rsidR="00015E3B" w:rsidRPr="008C4D33" w:rsidRDefault="00015E3B" w:rsidP="00E61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8C4D33">
        <w:rPr>
          <w:rFonts w:ascii="Times New Roman" w:hAnsi="Times New Roman"/>
          <w:sz w:val="24"/>
          <w:szCs w:val="24"/>
        </w:rPr>
        <w:t>аксимальн</w:t>
      </w:r>
      <w:r>
        <w:rPr>
          <w:rFonts w:ascii="Times New Roman" w:hAnsi="Times New Roman"/>
          <w:sz w:val="24"/>
          <w:szCs w:val="24"/>
        </w:rPr>
        <w:t xml:space="preserve">ой учебной нагрузки студента </w:t>
      </w:r>
      <w:r w:rsidRPr="00754F28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50</w:t>
      </w:r>
      <w:r w:rsidRPr="00754F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часов</w:t>
      </w:r>
      <w:r w:rsidRPr="008C4D33">
        <w:rPr>
          <w:rFonts w:ascii="Times New Roman" w:hAnsi="Times New Roman"/>
          <w:sz w:val="24"/>
          <w:szCs w:val="24"/>
        </w:rPr>
        <w:t>, в том числе:</w:t>
      </w:r>
    </w:p>
    <w:p w:rsidR="00015E3B" w:rsidRPr="008C4D33" w:rsidRDefault="00015E3B" w:rsidP="00E61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D33">
        <w:rPr>
          <w:rFonts w:ascii="Times New Roman" w:hAnsi="Times New Roman"/>
          <w:sz w:val="24"/>
          <w:szCs w:val="24"/>
        </w:rPr>
        <w:t>обязательной а</w:t>
      </w:r>
      <w:r>
        <w:rPr>
          <w:rFonts w:ascii="Times New Roman" w:hAnsi="Times New Roman"/>
          <w:sz w:val="24"/>
          <w:szCs w:val="24"/>
        </w:rPr>
        <w:t>удиторной учебной нагрузки – 100</w:t>
      </w:r>
      <w:r w:rsidRPr="00754F28">
        <w:rPr>
          <w:rFonts w:ascii="Times New Roman" w:hAnsi="Times New Roman"/>
          <w:b/>
          <w:sz w:val="24"/>
          <w:szCs w:val="24"/>
        </w:rPr>
        <w:t xml:space="preserve"> </w:t>
      </w:r>
      <w:r w:rsidRPr="008C4D33">
        <w:rPr>
          <w:rFonts w:ascii="Times New Roman" w:hAnsi="Times New Roman"/>
          <w:sz w:val="24"/>
          <w:szCs w:val="24"/>
        </w:rPr>
        <w:t xml:space="preserve">часов, </w:t>
      </w:r>
    </w:p>
    <w:p w:rsidR="00015E3B" w:rsidRDefault="00015E3B" w:rsidP="00E61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D33">
        <w:rPr>
          <w:rFonts w:ascii="Times New Roman" w:hAnsi="Times New Roman"/>
          <w:sz w:val="24"/>
          <w:szCs w:val="24"/>
        </w:rPr>
        <w:t>само</w:t>
      </w:r>
      <w:r>
        <w:rPr>
          <w:rFonts w:ascii="Times New Roman" w:hAnsi="Times New Roman"/>
          <w:sz w:val="24"/>
          <w:szCs w:val="24"/>
        </w:rPr>
        <w:t>стоятельной работы студента – 50</w:t>
      </w:r>
      <w:r w:rsidRPr="00754F28">
        <w:rPr>
          <w:rFonts w:ascii="Times New Roman" w:hAnsi="Times New Roman"/>
          <w:b/>
          <w:sz w:val="24"/>
          <w:szCs w:val="24"/>
        </w:rPr>
        <w:t xml:space="preserve"> </w:t>
      </w:r>
      <w:r w:rsidRPr="008C4D33">
        <w:rPr>
          <w:rFonts w:ascii="Times New Roman" w:hAnsi="Times New Roman"/>
          <w:sz w:val="24"/>
          <w:szCs w:val="24"/>
        </w:rPr>
        <w:t>часов.</w:t>
      </w:r>
    </w:p>
    <w:p w:rsidR="00015E3B" w:rsidRPr="008C4D33" w:rsidRDefault="00015E3B" w:rsidP="00E61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94"/>
        <w:gridCol w:w="1986"/>
      </w:tblGrid>
      <w:tr w:rsidR="00015E3B" w:rsidRPr="00E6793B" w:rsidTr="00E6164A">
        <w:trPr>
          <w:trHeight w:val="405"/>
        </w:trPr>
        <w:tc>
          <w:tcPr>
            <w:tcW w:w="7194" w:type="dxa"/>
          </w:tcPr>
          <w:p w:rsidR="00015E3B" w:rsidRPr="000007F6" w:rsidRDefault="00015E3B" w:rsidP="00E6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86" w:type="dxa"/>
          </w:tcPr>
          <w:p w:rsidR="00015E3B" w:rsidRPr="000007F6" w:rsidRDefault="00015E3B" w:rsidP="00E6164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015E3B" w:rsidRPr="00E6793B" w:rsidTr="00D35C56">
        <w:trPr>
          <w:trHeight w:val="285"/>
        </w:trPr>
        <w:tc>
          <w:tcPr>
            <w:tcW w:w="7194" w:type="dxa"/>
          </w:tcPr>
          <w:p w:rsidR="00015E3B" w:rsidRPr="000007F6" w:rsidRDefault="00015E3B" w:rsidP="00E616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6" w:type="dxa"/>
          </w:tcPr>
          <w:p w:rsidR="00015E3B" w:rsidRPr="00754F28" w:rsidRDefault="00015E3B" w:rsidP="00E6164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54F28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015E3B" w:rsidRPr="00E6793B" w:rsidTr="00D35C56">
        <w:tc>
          <w:tcPr>
            <w:tcW w:w="7194" w:type="dxa"/>
          </w:tcPr>
          <w:p w:rsidR="00015E3B" w:rsidRPr="000007F6" w:rsidRDefault="00015E3B" w:rsidP="00E61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</w:tcPr>
          <w:p w:rsidR="00015E3B" w:rsidRPr="005A1B7D" w:rsidRDefault="00015E3B" w:rsidP="00E6164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100</w:t>
            </w:r>
          </w:p>
        </w:tc>
      </w:tr>
      <w:tr w:rsidR="00015E3B" w:rsidRPr="00E6793B" w:rsidTr="00D35C56">
        <w:tc>
          <w:tcPr>
            <w:tcW w:w="7194" w:type="dxa"/>
          </w:tcPr>
          <w:p w:rsidR="00015E3B" w:rsidRPr="000007F6" w:rsidRDefault="00015E3B" w:rsidP="00E61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6" w:type="dxa"/>
          </w:tcPr>
          <w:p w:rsidR="00015E3B" w:rsidRPr="005A1B7D" w:rsidRDefault="00015E3B" w:rsidP="00E6164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015E3B" w:rsidRPr="00E6793B" w:rsidTr="00D35C56">
        <w:tc>
          <w:tcPr>
            <w:tcW w:w="7194" w:type="dxa"/>
          </w:tcPr>
          <w:p w:rsidR="00015E3B" w:rsidRPr="000007F6" w:rsidRDefault="00015E3B" w:rsidP="00E61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986" w:type="dxa"/>
          </w:tcPr>
          <w:p w:rsidR="00015E3B" w:rsidRPr="005A1B7D" w:rsidRDefault="00015E3B" w:rsidP="00E6164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015E3B" w:rsidRPr="00E6793B" w:rsidTr="00D35C56">
        <w:tc>
          <w:tcPr>
            <w:tcW w:w="7194" w:type="dxa"/>
          </w:tcPr>
          <w:p w:rsidR="00015E3B" w:rsidRPr="000007F6" w:rsidRDefault="00015E3B" w:rsidP="00E61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86" w:type="dxa"/>
          </w:tcPr>
          <w:p w:rsidR="00015E3B" w:rsidRPr="005A1B7D" w:rsidRDefault="00015E3B" w:rsidP="00E6164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31</w:t>
            </w:r>
          </w:p>
        </w:tc>
      </w:tr>
      <w:tr w:rsidR="00015E3B" w:rsidRPr="00E6793B" w:rsidTr="00D35C56">
        <w:tc>
          <w:tcPr>
            <w:tcW w:w="7194" w:type="dxa"/>
          </w:tcPr>
          <w:p w:rsidR="00015E3B" w:rsidRPr="000007F6" w:rsidRDefault="00015E3B" w:rsidP="00E61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986" w:type="dxa"/>
          </w:tcPr>
          <w:p w:rsidR="00015E3B" w:rsidRPr="005A1B7D" w:rsidRDefault="00015E3B" w:rsidP="00E6164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015E3B" w:rsidRPr="00E6793B" w:rsidTr="00D35C56">
        <w:tc>
          <w:tcPr>
            <w:tcW w:w="7194" w:type="dxa"/>
          </w:tcPr>
          <w:p w:rsidR="00015E3B" w:rsidRPr="000007F6" w:rsidRDefault="00015E3B" w:rsidP="00E616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86" w:type="dxa"/>
          </w:tcPr>
          <w:p w:rsidR="00015E3B" w:rsidRPr="005A1B7D" w:rsidRDefault="00015E3B" w:rsidP="00E6164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50</w:t>
            </w:r>
          </w:p>
        </w:tc>
      </w:tr>
      <w:tr w:rsidR="00015E3B" w:rsidRPr="00E6793B" w:rsidTr="00D35C56">
        <w:tc>
          <w:tcPr>
            <w:tcW w:w="7194" w:type="dxa"/>
          </w:tcPr>
          <w:p w:rsidR="00015E3B" w:rsidRPr="000007F6" w:rsidRDefault="00015E3B" w:rsidP="00E61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6" w:type="dxa"/>
          </w:tcPr>
          <w:p w:rsidR="00015E3B" w:rsidRPr="005A1B7D" w:rsidRDefault="00015E3B" w:rsidP="00E6164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015E3B" w:rsidRPr="00E6793B" w:rsidTr="00D35C56">
        <w:tc>
          <w:tcPr>
            <w:tcW w:w="7194" w:type="dxa"/>
          </w:tcPr>
          <w:p w:rsidR="00015E3B" w:rsidRDefault="00015E3B" w:rsidP="00E61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  <w:p w:rsidR="00015E3B" w:rsidRDefault="00015E3B" w:rsidP="00E616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доклада, сообщения</w:t>
            </w:r>
          </w:p>
          <w:p w:rsidR="00015E3B" w:rsidRPr="000007F6" w:rsidRDefault="00015E3B" w:rsidP="00E6164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рефератов</w:t>
            </w:r>
          </w:p>
        </w:tc>
        <w:tc>
          <w:tcPr>
            <w:tcW w:w="1986" w:type="dxa"/>
          </w:tcPr>
          <w:p w:rsidR="00015E3B" w:rsidRDefault="00015E3B" w:rsidP="00E6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015E3B" w:rsidRDefault="00015E3B" w:rsidP="00E6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15E3B" w:rsidRPr="00656D99" w:rsidRDefault="00015E3B" w:rsidP="00E61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15E3B" w:rsidRPr="00E6793B" w:rsidTr="00E6164A">
        <w:trPr>
          <w:trHeight w:val="255"/>
        </w:trPr>
        <w:tc>
          <w:tcPr>
            <w:tcW w:w="9180" w:type="dxa"/>
            <w:gridSpan w:val="2"/>
          </w:tcPr>
          <w:p w:rsidR="00015E3B" w:rsidRPr="000007F6" w:rsidRDefault="00015E3B" w:rsidP="00E6164A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F4F36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экзамена/зачета (по выбору)</w:t>
            </w:r>
          </w:p>
        </w:tc>
      </w:tr>
    </w:tbl>
    <w:p w:rsidR="00015E3B" w:rsidRDefault="00015E3B" w:rsidP="00E6164A">
      <w:pPr>
        <w:widowControl w:val="0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015E3B" w:rsidRPr="00A57299" w:rsidRDefault="00015E3B" w:rsidP="00E6164A">
      <w:pPr>
        <w:widowControl w:val="0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материала</w:t>
      </w:r>
    </w:p>
    <w:p w:rsidR="00015E3B" w:rsidRPr="00A57299" w:rsidRDefault="00015E3B" w:rsidP="00E6164A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57299">
        <w:rPr>
          <w:rFonts w:ascii="Times New Roman" w:hAnsi="Times New Roman"/>
          <w:sz w:val="24"/>
          <w:szCs w:val="24"/>
        </w:rPr>
        <w:t xml:space="preserve">Введение в информатику. </w:t>
      </w:r>
      <w:r w:rsidRPr="00A57299">
        <w:rPr>
          <w:rFonts w:ascii="Times New Roman" w:hAnsi="Times New Roman"/>
          <w:bCs/>
          <w:sz w:val="24"/>
          <w:szCs w:val="24"/>
        </w:rPr>
        <w:t>История развития ВТ</w:t>
      </w:r>
      <w:r w:rsidRPr="00A57299">
        <w:rPr>
          <w:rFonts w:ascii="Times New Roman" w:hAnsi="Times New Roman"/>
          <w:sz w:val="24"/>
          <w:szCs w:val="24"/>
        </w:rPr>
        <w:t xml:space="preserve"> Техника безопасности в кабинете информатики</w:t>
      </w:r>
    </w:p>
    <w:p w:rsidR="00015E3B" w:rsidRDefault="00015E3B" w:rsidP="00E6164A">
      <w:pPr>
        <w:tabs>
          <w:tab w:val="left" w:pos="56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1. </w:t>
      </w:r>
      <w:r w:rsidRPr="00472DB1">
        <w:rPr>
          <w:rFonts w:ascii="Times New Roman" w:hAnsi="Times New Roman"/>
          <w:b/>
          <w:sz w:val="24"/>
          <w:szCs w:val="24"/>
        </w:rPr>
        <w:t>ИНФОРМАЦИЯ И ИНФОРМАЦИОННЫЕ ПРОЦЕССЫ</w:t>
      </w:r>
    </w:p>
    <w:p w:rsidR="00015E3B" w:rsidRPr="00A479E0" w:rsidRDefault="00015E3B" w:rsidP="00AF6C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479E0">
        <w:rPr>
          <w:rFonts w:ascii="Times New Roman" w:hAnsi="Times New Roman"/>
          <w:bCs/>
          <w:sz w:val="24"/>
          <w:szCs w:val="24"/>
        </w:rPr>
        <w:t>Информация и информационные процессы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A479E0">
        <w:rPr>
          <w:rFonts w:ascii="Times New Roman" w:hAnsi="Times New Roman"/>
          <w:bCs/>
          <w:sz w:val="24"/>
          <w:szCs w:val="24"/>
        </w:rPr>
        <w:t>Системы счисления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A479E0">
        <w:rPr>
          <w:rFonts w:ascii="Times New Roman" w:hAnsi="Times New Roman"/>
          <w:sz w:val="24"/>
          <w:szCs w:val="24"/>
        </w:rPr>
        <w:t>Основы логики и логические основы компьютера</w:t>
      </w:r>
    </w:p>
    <w:p w:rsidR="00015E3B" w:rsidRPr="00472DB1" w:rsidRDefault="00015E3B" w:rsidP="00E61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2. </w:t>
      </w:r>
      <w:r w:rsidRPr="00472DB1">
        <w:rPr>
          <w:rFonts w:ascii="Times New Roman" w:hAnsi="Times New Roman"/>
          <w:b/>
          <w:caps/>
          <w:sz w:val="24"/>
          <w:szCs w:val="24"/>
        </w:rPr>
        <w:t>Аппаратное и программное обеспечение компьютера</w:t>
      </w:r>
    </w:p>
    <w:p w:rsidR="00015E3B" w:rsidRPr="00A57299" w:rsidRDefault="00015E3B" w:rsidP="00E61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57299">
        <w:rPr>
          <w:rFonts w:ascii="Times New Roman" w:hAnsi="Times New Roman"/>
          <w:bCs/>
          <w:sz w:val="24"/>
          <w:szCs w:val="24"/>
        </w:rPr>
        <w:t>Аппаратное обеспечение компьютера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r w:rsidRPr="00A57299">
        <w:rPr>
          <w:rFonts w:ascii="Times New Roman" w:hAnsi="Times New Roman"/>
          <w:bCs/>
          <w:sz w:val="24"/>
          <w:szCs w:val="24"/>
        </w:rPr>
        <w:t>Программное обеспечение компьютера</w:t>
      </w:r>
    </w:p>
    <w:p w:rsidR="00015E3B" w:rsidRDefault="00015E3B" w:rsidP="00E6164A">
      <w:pPr>
        <w:spacing w:after="0" w:line="240" w:lineRule="auto"/>
      </w:pPr>
      <w:r w:rsidRPr="00472DB1">
        <w:rPr>
          <w:rFonts w:ascii="Times New Roman" w:hAnsi="Times New Roman"/>
          <w:b/>
          <w:sz w:val="24"/>
          <w:szCs w:val="24"/>
        </w:rPr>
        <w:t>РАЗДЕЛ 3.</w:t>
      </w:r>
      <w:r w:rsidRPr="00A57299">
        <w:rPr>
          <w:rFonts w:ascii="Times New Roman" w:hAnsi="Times New Roman"/>
          <w:b/>
          <w:sz w:val="24"/>
          <w:szCs w:val="24"/>
        </w:rPr>
        <w:t xml:space="preserve"> </w:t>
      </w:r>
      <w:r w:rsidRPr="00472DB1">
        <w:rPr>
          <w:rFonts w:ascii="Times New Roman" w:hAnsi="Times New Roman"/>
          <w:b/>
          <w:sz w:val="24"/>
          <w:szCs w:val="24"/>
        </w:rPr>
        <w:t>ОСНОВЫ АЛГОРИТМИЗАЦИИ И ПРОГРАММИРОВАНИЯ</w:t>
      </w:r>
    </w:p>
    <w:p w:rsidR="00015E3B" w:rsidRPr="00A57299" w:rsidRDefault="00015E3B" w:rsidP="00E61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57299">
        <w:rPr>
          <w:rFonts w:ascii="Times New Roman" w:hAnsi="Times New Roman"/>
          <w:sz w:val="24"/>
          <w:szCs w:val="24"/>
        </w:rPr>
        <w:t>Основы алгоритмизации и программирования</w:t>
      </w:r>
    </w:p>
    <w:p w:rsidR="00015E3B" w:rsidRDefault="00015E3B" w:rsidP="00E6164A">
      <w:pPr>
        <w:spacing w:after="0" w:line="240" w:lineRule="auto"/>
      </w:pPr>
    </w:p>
    <w:sectPr w:rsidR="00015E3B" w:rsidSect="00992468">
      <w:footerReference w:type="default" r:id="rId7"/>
      <w:pgSz w:w="11906" w:h="16838"/>
      <w:pgMar w:top="851" w:right="851" w:bottom="851" w:left="1418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E3B" w:rsidRDefault="00015E3B" w:rsidP="00992468">
      <w:pPr>
        <w:spacing w:after="0" w:line="240" w:lineRule="auto"/>
      </w:pPr>
      <w:r>
        <w:separator/>
      </w:r>
    </w:p>
  </w:endnote>
  <w:endnote w:type="continuationSeparator" w:id="0">
    <w:p w:rsidR="00015E3B" w:rsidRDefault="00015E3B" w:rsidP="00992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E3B" w:rsidRDefault="00015E3B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015E3B" w:rsidRDefault="00015E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E3B" w:rsidRDefault="00015E3B" w:rsidP="00992468">
      <w:pPr>
        <w:spacing w:after="0" w:line="240" w:lineRule="auto"/>
      </w:pPr>
      <w:r>
        <w:separator/>
      </w:r>
    </w:p>
  </w:footnote>
  <w:footnote w:type="continuationSeparator" w:id="0">
    <w:p w:rsidR="00015E3B" w:rsidRDefault="00015E3B" w:rsidP="00992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3C724C"/>
    <w:lvl w:ilvl="0">
      <w:numFmt w:val="bullet"/>
      <w:lvlText w:val="*"/>
      <w:lvlJc w:val="left"/>
    </w:lvl>
  </w:abstractNum>
  <w:abstractNum w:abstractNumId="1">
    <w:nsid w:val="075C783C"/>
    <w:multiLevelType w:val="hybridMultilevel"/>
    <w:tmpl w:val="CB9821D2"/>
    <w:lvl w:ilvl="0" w:tplc="7A94F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B6768"/>
    <w:multiLevelType w:val="hybridMultilevel"/>
    <w:tmpl w:val="8AEE5054"/>
    <w:lvl w:ilvl="0" w:tplc="7A94F0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3C724C">
      <w:numFmt w:val="bullet"/>
      <w:lvlText w:val="•"/>
      <w:legacy w:legacy="1" w:legacySpace="0" w:legacyIndent="233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4473CD"/>
    <w:multiLevelType w:val="hybridMultilevel"/>
    <w:tmpl w:val="AA9CA6A4"/>
    <w:lvl w:ilvl="0" w:tplc="8138D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F14759"/>
    <w:multiLevelType w:val="hybridMultilevel"/>
    <w:tmpl w:val="7670094E"/>
    <w:lvl w:ilvl="0" w:tplc="7A94F0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ED27577"/>
    <w:multiLevelType w:val="hybridMultilevel"/>
    <w:tmpl w:val="5442EB54"/>
    <w:lvl w:ilvl="0" w:tplc="F77C18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E1A1C63"/>
    <w:multiLevelType w:val="multilevel"/>
    <w:tmpl w:val="FDD8D810"/>
    <w:lvl w:ilvl="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5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916" w:hanging="1800"/>
      </w:pPr>
      <w:rPr>
        <w:rFonts w:cs="Times New Roman" w:hint="default"/>
      </w:rPr>
    </w:lvl>
  </w:abstractNum>
  <w:abstractNum w:abstractNumId="7">
    <w:nsid w:val="713314BA"/>
    <w:multiLevelType w:val="hybridMultilevel"/>
    <w:tmpl w:val="D2405A6C"/>
    <w:lvl w:ilvl="0" w:tplc="7A94F05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3C724C">
      <w:numFmt w:val="bullet"/>
      <w:lvlText w:val="•"/>
      <w:legacy w:legacy="1" w:legacySpace="0" w:legacyIndent="233"/>
      <w:lvlJc w:val="left"/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3C6EA3"/>
    <w:multiLevelType w:val="hybridMultilevel"/>
    <w:tmpl w:val="815ABCFA"/>
    <w:lvl w:ilvl="0" w:tplc="7A94F05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•"/>
        <w:legacy w:legacy="1" w:legacySpace="0" w:legacyIndent="233"/>
        <w:lvlJc w:val="left"/>
        <w:rPr>
          <w:rFonts w:ascii="Times New Roman" w:hAnsi="Times New Roman" w:hint="default"/>
        </w:rPr>
      </w:lvl>
    </w:lvlOverride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98F"/>
    <w:rsid w:val="000007F6"/>
    <w:rsid w:val="00015E3B"/>
    <w:rsid w:val="000B6B66"/>
    <w:rsid w:val="00205FDC"/>
    <w:rsid w:val="00216B70"/>
    <w:rsid w:val="00281F45"/>
    <w:rsid w:val="002C31F1"/>
    <w:rsid w:val="003E6799"/>
    <w:rsid w:val="00467FE9"/>
    <w:rsid w:val="00472DB1"/>
    <w:rsid w:val="004E591B"/>
    <w:rsid w:val="005A1B7D"/>
    <w:rsid w:val="005F351C"/>
    <w:rsid w:val="00646618"/>
    <w:rsid w:val="00656D99"/>
    <w:rsid w:val="007035A5"/>
    <w:rsid w:val="007279B3"/>
    <w:rsid w:val="00743E37"/>
    <w:rsid w:val="00754F28"/>
    <w:rsid w:val="008C4D33"/>
    <w:rsid w:val="00992468"/>
    <w:rsid w:val="00A479E0"/>
    <w:rsid w:val="00A5298F"/>
    <w:rsid w:val="00A57299"/>
    <w:rsid w:val="00AF6C63"/>
    <w:rsid w:val="00B0548D"/>
    <w:rsid w:val="00B1191D"/>
    <w:rsid w:val="00B823F8"/>
    <w:rsid w:val="00B903E0"/>
    <w:rsid w:val="00BA193A"/>
    <w:rsid w:val="00BF4F36"/>
    <w:rsid w:val="00D269EE"/>
    <w:rsid w:val="00D35C56"/>
    <w:rsid w:val="00DB4468"/>
    <w:rsid w:val="00E42C32"/>
    <w:rsid w:val="00E57C34"/>
    <w:rsid w:val="00E6164A"/>
    <w:rsid w:val="00E67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4A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6164A"/>
    <w:pPr>
      <w:ind w:left="720"/>
      <w:contextualSpacing/>
    </w:pPr>
  </w:style>
  <w:style w:type="paragraph" w:customStyle="1" w:styleId="ConsPlusNormal">
    <w:name w:val="ConsPlusNormal"/>
    <w:uiPriority w:val="99"/>
    <w:rsid w:val="00E616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3E679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992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92468"/>
    <w:rPr>
      <w:rFonts w:ascii="Calibri" w:hAnsi="Calibri"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992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92468"/>
    <w:rPr>
      <w:rFonts w:ascii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648</Words>
  <Characters>3698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10</cp:revision>
  <dcterms:created xsi:type="dcterms:W3CDTF">2018-04-23T11:20:00Z</dcterms:created>
  <dcterms:modified xsi:type="dcterms:W3CDTF">2018-05-05T06:55:00Z</dcterms:modified>
</cp:coreProperties>
</file>